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C43" w:rsidRPr="00105B24" w:rsidRDefault="003D0C43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105B24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D0C43" w:rsidRPr="00105B24" w:rsidRDefault="003D0C43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Cs/>
          <w:i/>
          <w:sz w:val="20"/>
          <w:szCs w:val="20"/>
        </w:rPr>
      </w:pPr>
      <w:r w:rsidRPr="00105B24">
        <w:rPr>
          <w:rFonts w:ascii="Arial" w:hAnsi="Arial" w:cs="Arial"/>
          <w:bCs/>
          <w:i/>
          <w:sz w:val="20"/>
          <w:szCs w:val="20"/>
        </w:rPr>
        <w:t>Załącznik nr 3 do SWZ</w:t>
      </w:r>
    </w:p>
    <w:p w:rsidR="003D0C43" w:rsidRPr="00105B24" w:rsidRDefault="003D0C43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3D0C43" w:rsidRPr="00105B24" w:rsidRDefault="003D0C43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3D0C43" w:rsidRDefault="003D0C43" w:rsidP="005B2117">
      <w:pPr>
        <w:widowControl w:val="0"/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736DA">
        <w:rPr>
          <w:rFonts w:ascii="Arial" w:hAnsi="Arial" w:cs="Arial"/>
          <w:b/>
          <w:bCs/>
          <w:sz w:val="20"/>
          <w:szCs w:val="20"/>
        </w:rPr>
        <w:t>OŚWIADCZENIE  WYKONAWCY/</w:t>
      </w:r>
      <w:r w:rsidRPr="006736DA">
        <w:rPr>
          <w:rFonts w:ascii="Arial" w:hAnsi="Arial" w:cs="Arial"/>
          <w:b/>
          <w:sz w:val="20"/>
          <w:szCs w:val="20"/>
        </w:rPr>
        <w:t xml:space="preserve"> WYKONAWCY WSPÓLNIE UBIEGAJĄCEGO SIĘ O UDZIELENIE ZAMÓWIENIA</w:t>
      </w:r>
    </w:p>
    <w:p w:rsidR="003D0C43" w:rsidRPr="006736DA" w:rsidRDefault="003D0C43" w:rsidP="005B2117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6736DA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6736DA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3D0C43" w:rsidRDefault="003D0C43" w:rsidP="005B2117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b/>
          <w:bCs/>
          <w:sz w:val="20"/>
          <w:szCs w:val="20"/>
        </w:rPr>
      </w:pPr>
      <w:r w:rsidRPr="00105B24">
        <w:rPr>
          <w:rFonts w:ascii="Arial" w:hAnsi="Arial" w:cs="Arial"/>
          <w:b/>
          <w:bCs/>
          <w:sz w:val="20"/>
          <w:szCs w:val="20"/>
        </w:rPr>
        <w:t>SKŁADANE NA PODSTAWIE ART.  125 UST. 1 USTAWY PZP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D0C43" w:rsidRPr="00105B24" w:rsidRDefault="003D0C43" w:rsidP="005B2117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b/>
          <w:bCs/>
          <w:sz w:val="20"/>
          <w:szCs w:val="20"/>
        </w:rPr>
        <w:t>DOTYCZĄCE WYKLUCZENIA Z POSTĘPOWANIA</w:t>
      </w:r>
    </w:p>
    <w:p w:rsidR="003D0C43" w:rsidRPr="00105B24" w:rsidRDefault="003D0C43" w:rsidP="005B2117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b/>
          <w:bCs/>
          <w:sz w:val="20"/>
          <w:szCs w:val="20"/>
        </w:rPr>
      </w:pPr>
      <w:r w:rsidRPr="00105B24">
        <w:rPr>
          <w:rFonts w:ascii="Arial" w:hAnsi="Arial" w:cs="Arial"/>
          <w:b/>
          <w:bCs/>
          <w:sz w:val="20"/>
          <w:szCs w:val="20"/>
        </w:rPr>
        <w:t>ORAZ SPEŁNIANIA WARUNKÓW UDZIAŁU W POSTĘPOWANIU</w:t>
      </w:r>
    </w:p>
    <w:p w:rsidR="003D0C43" w:rsidRPr="00105B24" w:rsidRDefault="003D0C43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:rsidR="003D0C43" w:rsidRPr="00105B24" w:rsidRDefault="003D0C43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:rsidR="003D0C43" w:rsidRDefault="003D0C43" w:rsidP="00B9007A">
      <w:pPr>
        <w:widowControl w:val="0"/>
        <w:tabs>
          <w:tab w:val="left" w:pos="-4962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Przystępując do udziału w postępowaniu o zamówienie publiczne na</w:t>
      </w:r>
      <w:r w:rsidRPr="00105B24">
        <w:rPr>
          <w:rFonts w:ascii="Arial" w:hAnsi="Arial" w:cs="Arial"/>
          <w:b/>
          <w:bCs/>
          <w:sz w:val="20"/>
          <w:szCs w:val="20"/>
        </w:rPr>
        <w:t xml:space="preserve"> …………………………………………………………………………………………………………………………</w:t>
      </w:r>
    </w:p>
    <w:p w:rsidR="003D0C43" w:rsidRPr="00105B24" w:rsidRDefault="003D0C43">
      <w:pPr>
        <w:widowControl w:val="0"/>
        <w:tabs>
          <w:tab w:val="left" w:pos="-496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w imieniu reprezento</w:t>
      </w:r>
      <w:r>
        <w:rPr>
          <w:rFonts w:ascii="Arial" w:hAnsi="Arial" w:cs="Arial"/>
          <w:sz w:val="20"/>
          <w:szCs w:val="20"/>
        </w:rPr>
        <w:t>wanego przeze mnie Wykonawcy</w:t>
      </w:r>
      <w:r w:rsidRPr="00105B24">
        <w:rPr>
          <w:rFonts w:ascii="Arial" w:hAnsi="Arial" w:cs="Arial"/>
          <w:sz w:val="20"/>
          <w:szCs w:val="20"/>
        </w:rPr>
        <w:t>:</w:t>
      </w:r>
    </w:p>
    <w:p w:rsidR="003D0C43" w:rsidRPr="00105B24" w:rsidRDefault="003D0C4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3D0C43" w:rsidRPr="00105B24" w:rsidRDefault="003D0C43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:rsidR="003D0C43" w:rsidRPr="00105B24" w:rsidRDefault="003D0C4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3D0C43" w:rsidRPr="00105B24" w:rsidRDefault="003D0C43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:rsidR="003D0C43" w:rsidRPr="00105B24" w:rsidRDefault="003D0C43">
      <w:pPr>
        <w:widowControl w:val="0"/>
        <w:ind w:firstLine="708"/>
        <w:jc w:val="center"/>
        <w:rPr>
          <w:rFonts w:ascii="Arial" w:hAnsi="Arial" w:cs="Arial"/>
          <w:i/>
          <w:iCs/>
          <w:sz w:val="20"/>
          <w:szCs w:val="20"/>
        </w:rPr>
      </w:pPr>
      <w:r w:rsidRPr="00105B24">
        <w:rPr>
          <w:rFonts w:ascii="Arial" w:hAnsi="Arial" w:cs="Arial"/>
          <w:i/>
          <w:iCs/>
          <w:sz w:val="20"/>
          <w:szCs w:val="20"/>
        </w:rPr>
        <w:t>(pełn</w:t>
      </w:r>
      <w:r>
        <w:rPr>
          <w:rFonts w:ascii="Arial" w:hAnsi="Arial" w:cs="Arial"/>
          <w:i/>
          <w:iCs/>
          <w:sz w:val="20"/>
          <w:szCs w:val="20"/>
        </w:rPr>
        <w:t>a nazwa i siedziba Wykonawcy)</w:t>
      </w:r>
    </w:p>
    <w:p w:rsidR="003D0C43" w:rsidRPr="00105B24" w:rsidRDefault="003D0C43">
      <w:pPr>
        <w:widowControl w:val="0"/>
        <w:rPr>
          <w:rFonts w:ascii="Arial" w:hAnsi="Arial" w:cs="Arial"/>
          <w:sz w:val="20"/>
          <w:szCs w:val="20"/>
        </w:rPr>
      </w:pPr>
    </w:p>
    <w:p w:rsidR="003D0C43" w:rsidRPr="00105B24" w:rsidRDefault="003D0C43">
      <w:pPr>
        <w:widowControl w:val="0"/>
        <w:rPr>
          <w:rFonts w:ascii="Arial" w:hAnsi="Arial" w:cs="Arial"/>
          <w:i/>
          <w:iCs/>
          <w:sz w:val="20"/>
          <w:szCs w:val="20"/>
        </w:rPr>
      </w:pPr>
    </w:p>
    <w:p w:rsidR="003D0C43" w:rsidRDefault="003D0C43" w:rsidP="005B2117">
      <w:pPr>
        <w:widowControl w:val="0"/>
        <w:numPr>
          <w:ilvl w:val="1"/>
          <w:numId w:val="6"/>
        </w:numPr>
        <w:tabs>
          <w:tab w:val="clear" w:pos="1440"/>
          <w:tab w:val="left" w:pos="220"/>
          <w:tab w:val="left" w:pos="72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oświadczam, że nie podlegam wykluczeniu z postępowania na podstawie art. 108 ust. 1</w:t>
      </w:r>
      <w:r>
        <w:rPr>
          <w:rFonts w:ascii="Arial" w:hAnsi="Arial" w:cs="Arial"/>
          <w:sz w:val="20"/>
          <w:szCs w:val="20"/>
        </w:rPr>
        <w:t>,</w:t>
      </w:r>
    </w:p>
    <w:p w:rsidR="003D0C43" w:rsidRPr="00105B24" w:rsidRDefault="003D0C43" w:rsidP="005B2117">
      <w:pPr>
        <w:widowControl w:val="0"/>
        <w:numPr>
          <w:ilvl w:val="1"/>
          <w:numId w:val="6"/>
        </w:numPr>
        <w:tabs>
          <w:tab w:val="clear" w:pos="1440"/>
          <w:tab w:val="left" w:pos="220"/>
          <w:tab w:val="left" w:pos="72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6736DA">
        <w:rPr>
          <w:rFonts w:ascii="Arial" w:hAnsi="Arial" w:cs="Arial"/>
          <w:sz w:val="20"/>
          <w:szCs w:val="20"/>
        </w:rPr>
        <w:t>świadczam, że nie zachodzą w stosunku do mnie przesłanki wykluczenia z postępowania na podstawie art.  7 ust. 1 ustawy z dnia 13 kwietnia 2022 r.</w:t>
      </w:r>
      <w:r w:rsidRPr="006736DA">
        <w:rPr>
          <w:rFonts w:ascii="Arial" w:hAnsi="Arial" w:cs="Arial"/>
          <w:i/>
          <w:iCs/>
          <w:sz w:val="20"/>
          <w:szCs w:val="20"/>
        </w:rPr>
        <w:t xml:space="preserve"> </w:t>
      </w:r>
      <w:r w:rsidRPr="006736DA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736DA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6736DA">
        <w:rPr>
          <w:rStyle w:val="FootnoteReference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F865A3">
        <w:rPr>
          <w:rFonts w:ascii="Arial" w:hAnsi="Arial" w:cs="Arial"/>
          <w:iCs/>
          <w:color w:val="222222"/>
          <w:sz w:val="20"/>
          <w:szCs w:val="20"/>
        </w:rPr>
        <w:t>,</w:t>
      </w:r>
    </w:p>
    <w:p w:rsidR="003D0C43" w:rsidRPr="00105B24" w:rsidRDefault="003D0C43" w:rsidP="005B2117">
      <w:pPr>
        <w:widowControl w:val="0"/>
        <w:numPr>
          <w:ilvl w:val="1"/>
          <w:numId w:val="6"/>
        </w:numPr>
        <w:tabs>
          <w:tab w:val="clear" w:pos="1440"/>
          <w:tab w:val="left" w:pos="220"/>
          <w:tab w:val="left" w:pos="72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……………………………….…… ustawy </w:t>
      </w:r>
      <w:r w:rsidRPr="00105B24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</w:t>
      </w:r>
      <w:r>
        <w:rPr>
          <w:rFonts w:ascii="Arial" w:hAnsi="Arial" w:cs="Arial"/>
          <w:i/>
          <w:iCs/>
          <w:sz w:val="20"/>
          <w:szCs w:val="20"/>
        </w:rPr>
        <w:t>)</w:t>
      </w:r>
    </w:p>
    <w:p w:rsidR="003D0C43" w:rsidRDefault="003D0C43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3D0C43" w:rsidRPr="00105B24" w:rsidRDefault="003D0C43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Jednocześnie oświadczam, że w związku z ww. okolicznością, występują następujące przesłanki, o których mowa w przepisie art. 110 ust. 2 ustawy Pzp, dzięki którym nie podlegam wykluczeniu z udziału w postępowaniu:</w:t>
      </w:r>
    </w:p>
    <w:p w:rsidR="003D0C43" w:rsidRPr="00105B24" w:rsidRDefault="003D0C43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………………………………………………….……………………………………….……………………………………………………………….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……………………………………………….</w:t>
      </w:r>
      <w:r w:rsidRPr="00105B24">
        <w:rPr>
          <w:rFonts w:ascii="Arial" w:hAnsi="Arial" w:cs="Arial"/>
          <w:sz w:val="20"/>
          <w:szCs w:val="20"/>
        </w:rPr>
        <w:t>……………………….</w:t>
      </w:r>
    </w:p>
    <w:p w:rsidR="003D0C43" w:rsidRPr="00105B24" w:rsidRDefault="003D0C43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3D0C43" w:rsidRPr="00685386" w:rsidRDefault="003D0C43" w:rsidP="00685386">
      <w:pPr>
        <w:widowControl w:val="0"/>
        <w:tabs>
          <w:tab w:val="left" w:pos="220"/>
          <w:tab w:val="left" w:pos="720"/>
        </w:tabs>
        <w:spacing w:after="200" w:line="360" w:lineRule="auto"/>
        <w:ind w:left="720"/>
        <w:jc w:val="both"/>
        <w:rPr>
          <w:rFonts w:ascii="Arial" w:hAnsi="Arial" w:cs="Arial"/>
          <w:color w:val="00B050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3) oświadczam, że spełniam warunki udziału w postępowaniu określone przez Zamawiającego w Rozdziale VIII SWZ,</w:t>
      </w:r>
      <w:r w:rsidRPr="00105B24">
        <w:rPr>
          <w:rFonts w:ascii="Arial" w:hAnsi="Arial" w:cs="Arial"/>
          <w:color w:val="00B050"/>
          <w:sz w:val="20"/>
          <w:szCs w:val="20"/>
        </w:rPr>
        <w:t xml:space="preserve"> </w:t>
      </w:r>
    </w:p>
    <w:p w:rsidR="003D0C43" w:rsidRPr="00105B24" w:rsidRDefault="003D0C43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4</w:t>
      </w:r>
      <w:r w:rsidRPr="00105B24">
        <w:rPr>
          <w:rFonts w:ascii="Arial" w:hAnsi="Arial" w:cs="Arial"/>
          <w:sz w:val="20"/>
          <w:szCs w:val="20"/>
        </w:rPr>
        <w:t>) oświadczam, że wszystkie informacje podane w powyższych oświadczeniach są aktualne i zgodne z prawdą oraz zostały przestawione z pełną świadomością konsekwencji wprowadzenia Zamawiającego w błąd przy przedstawianiu informacji.</w:t>
      </w:r>
    </w:p>
    <w:p w:rsidR="003D0C43" w:rsidRPr="00105B24" w:rsidRDefault="003D0C43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3D0C43" w:rsidRPr="00D95FDE" w:rsidRDefault="003D0C43" w:rsidP="00D95FDE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</w:t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>miejscowość ,data</w:t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>podpis Wykonawcy</w:t>
      </w:r>
    </w:p>
    <w:p w:rsidR="003D0C43" w:rsidRPr="00105B24" w:rsidRDefault="003D0C43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D0C43" w:rsidRPr="00105B24" w:rsidRDefault="003D0C43" w:rsidP="004C102C">
      <w:pPr>
        <w:widowControl w:val="0"/>
        <w:jc w:val="both"/>
        <w:rPr>
          <w:rFonts w:ascii="Arial" w:hAnsi="Arial" w:cs="Arial"/>
          <w:sz w:val="20"/>
          <w:szCs w:val="20"/>
        </w:rPr>
      </w:pPr>
    </w:p>
    <w:sectPr w:rsidR="003D0C43" w:rsidRPr="00105B24" w:rsidSect="002A5EA1">
      <w:pgSz w:w="12240" w:h="15840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C43" w:rsidRDefault="003D0C43">
      <w:r>
        <w:separator/>
      </w:r>
    </w:p>
  </w:endnote>
  <w:endnote w:type="continuationSeparator" w:id="0">
    <w:p w:rsidR="003D0C43" w:rsidRDefault="003D0C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 CE">
    <w:altName w:val="Segoe U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C43" w:rsidRDefault="003D0C43">
      <w:r>
        <w:separator/>
      </w:r>
    </w:p>
  </w:footnote>
  <w:footnote w:type="continuationSeparator" w:id="0">
    <w:p w:rsidR="003D0C43" w:rsidRDefault="003D0C43">
      <w:r>
        <w:continuationSeparator/>
      </w:r>
    </w:p>
  </w:footnote>
  <w:footnote w:id="1">
    <w:p w:rsidR="003D0C43" w:rsidRPr="00A82964" w:rsidRDefault="003D0C43" w:rsidP="005B211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3D0C43" w:rsidRPr="00A82964" w:rsidRDefault="003D0C43" w:rsidP="005B211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D0C43" w:rsidRPr="00A82964" w:rsidRDefault="003D0C43" w:rsidP="005B211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D0C43" w:rsidRDefault="003D0C43" w:rsidP="005B2117">
      <w:pPr>
        <w:jc w:val="both"/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0B9F"/>
    <w:multiLevelType w:val="hybridMultilevel"/>
    <w:tmpl w:val="6E60D5A0"/>
    <w:lvl w:ilvl="0" w:tplc="BD284E30">
      <w:start w:val="1"/>
      <w:numFmt w:val="decimal"/>
      <w:lvlText w:val="%1)"/>
      <w:lvlJc w:val="left"/>
      <w:pPr>
        <w:tabs>
          <w:tab w:val="num" w:pos="1800"/>
        </w:tabs>
        <w:ind w:left="2520" w:hanging="360"/>
      </w:pPr>
      <w:rPr>
        <w:rFonts w:ascii="Calibri" w:hAnsi="Calibri" w:cs="Calibri" w:hint="default"/>
        <w:sz w:val="20"/>
        <w:szCs w:val="20"/>
      </w:rPr>
    </w:lvl>
    <w:lvl w:ilvl="1" w:tplc="D74C26B4">
      <w:start w:val="1"/>
      <w:numFmt w:val="decimal"/>
      <w:lvlText w:val="%2)"/>
      <w:lvlJc w:val="left"/>
      <w:pPr>
        <w:tabs>
          <w:tab w:val="num" w:pos="1440"/>
        </w:tabs>
        <w:ind w:left="216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1693435C"/>
    <w:multiLevelType w:val="multilevel"/>
    <w:tmpl w:val="E300F50C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266A6007"/>
    <w:multiLevelType w:val="multilevel"/>
    <w:tmpl w:val="5D38818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2FBF6945"/>
    <w:multiLevelType w:val="multilevel"/>
    <w:tmpl w:val="ADECB1C8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>
    <w:nsid w:val="402E6A6F"/>
    <w:multiLevelType w:val="multilevel"/>
    <w:tmpl w:val="01A21EAA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5">
    <w:nsid w:val="74D60486"/>
    <w:multiLevelType w:val="multilevel"/>
    <w:tmpl w:val="58ECBFC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753B"/>
    <w:rsid w:val="000248EC"/>
    <w:rsid w:val="00067C73"/>
    <w:rsid w:val="000E431F"/>
    <w:rsid w:val="00105B24"/>
    <w:rsid w:val="001115E9"/>
    <w:rsid w:val="001238BD"/>
    <w:rsid w:val="00145020"/>
    <w:rsid w:val="00175862"/>
    <w:rsid w:val="00196653"/>
    <w:rsid w:val="002960E7"/>
    <w:rsid w:val="002A5EA1"/>
    <w:rsid w:val="00345FBC"/>
    <w:rsid w:val="003553CA"/>
    <w:rsid w:val="00365486"/>
    <w:rsid w:val="00391C27"/>
    <w:rsid w:val="003923FC"/>
    <w:rsid w:val="00396224"/>
    <w:rsid w:val="003D0C43"/>
    <w:rsid w:val="004069F6"/>
    <w:rsid w:val="00471554"/>
    <w:rsid w:val="004961C4"/>
    <w:rsid w:val="004C102C"/>
    <w:rsid w:val="005B2117"/>
    <w:rsid w:val="005D753B"/>
    <w:rsid w:val="00602D09"/>
    <w:rsid w:val="00635213"/>
    <w:rsid w:val="006724AC"/>
    <w:rsid w:val="006736DA"/>
    <w:rsid w:val="0067659C"/>
    <w:rsid w:val="00685386"/>
    <w:rsid w:val="00726AEC"/>
    <w:rsid w:val="00750384"/>
    <w:rsid w:val="007B4CC8"/>
    <w:rsid w:val="007C1EE9"/>
    <w:rsid w:val="008B15D6"/>
    <w:rsid w:val="0096723C"/>
    <w:rsid w:val="00A45887"/>
    <w:rsid w:val="00A82964"/>
    <w:rsid w:val="00B563F1"/>
    <w:rsid w:val="00B9007A"/>
    <w:rsid w:val="00C82064"/>
    <w:rsid w:val="00C9787C"/>
    <w:rsid w:val="00CB1E74"/>
    <w:rsid w:val="00CF3B0F"/>
    <w:rsid w:val="00D038C0"/>
    <w:rsid w:val="00D31E6C"/>
    <w:rsid w:val="00D86A77"/>
    <w:rsid w:val="00D95FDE"/>
    <w:rsid w:val="00DD14C1"/>
    <w:rsid w:val="00E02D82"/>
    <w:rsid w:val="00E342B7"/>
    <w:rsid w:val="00E8407C"/>
    <w:rsid w:val="00EC2522"/>
    <w:rsid w:val="00EC2676"/>
    <w:rsid w:val="00F25406"/>
    <w:rsid w:val="00F66068"/>
    <w:rsid w:val="00F81BCA"/>
    <w:rsid w:val="00F865A3"/>
    <w:rsid w:val="00FD0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Cambria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EA1"/>
    <w:pPr>
      <w:suppressAutoHyphens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rsid w:val="006724AC"/>
    <w:rPr>
      <w:rFonts w:ascii="Lucida Grande CE" w:hAnsi="Lucida Grande C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24AC"/>
    <w:rPr>
      <w:rFonts w:ascii="Lucida Grande CE" w:hAnsi="Lucida Grande CE" w:cs="Times New Roman"/>
      <w:sz w:val="18"/>
    </w:rPr>
  </w:style>
  <w:style w:type="character" w:styleId="CommentReference">
    <w:name w:val="annotation reference"/>
    <w:basedOn w:val="DefaultParagraphFont"/>
    <w:uiPriority w:val="99"/>
    <w:semiHidden/>
    <w:rsid w:val="006724AC"/>
    <w:rPr>
      <w:rFonts w:cs="Times New Roman"/>
      <w:sz w:val="18"/>
      <w:szCs w:val="18"/>
    </w:rPr>
  </w:style>
  <w:style w:type="character" w:customStyle="1" w:styleId="CommentTextChar">
    <w:name w:val="Comment Text Char"/>
    <w:uiPriority w:val="99"/>
    <w:semiHidden/>
    <w:locked/>
    <w:rsid w:val="006724AC"/>
  </w:style>
  <w:style w:type="character" w:customStyle="1" w:styleId="CommentSubjectChar">
    <w:name w:val="Comment Subject Char"/>
    <w:uiPriority w:val="99"/>
    <w:semiHidden/>
    <w:locked/>
    <w:rsid w:val="006724AC"/>
    <w:rPr>
      <w:b/>
      <w:sz w:val="20"/>
    </w:rPr>
  </w:style>
  <w:style w:type="paragraph" w:styleId="Header">
    <w:name w:val="header"/>
    <w:basedOn w:val="Normal"/>
    <w:next w:val="BodyText"/>
    <w:link w:val="HeaderChar"/>
    <w:uiPriority w:val="99"/>
    <w:rsid w:val="002A5EA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2D09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A5EA1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02D09"/>
    <w:rPr>
      <w:rFonts w:cs="Times New Roman"/>
      <w:sz w:val="24"/>
      <w:szCs w:val="24"/>
    </w:rPr>
  </w:style>
  <w:style w:type="paragraph" w:styleId="List">
    <w:name w:val="List"/>
    <w:basedOn w:val="BodyText"/>
    <w:uiPriority w:val="99"/>
    <w:rsid w:val="002A5EA1"/>
    <w:rPr>
      <w:rFonts w:cs="Lucida Sans"/>
    </w:rPr>
  </w:style>
  <w:style w:type="paragraph" w:styleId="Caption">
    <w:name w:val="caption"/>
    <w:basedOn w:val="Normal"/>
    <w:uiPriority w:val="99"/>
    <w:qFormat/>
    <w:rsid w:val="002A5EA1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"/>
    <w:uiPriority w:val="99"/>
    <w:rsid w:val="002A5EA1"/>
    <w:pPr>
      <w:suppressLineNumbers/>
    </w:pPr>
    <w:rPr>
      <w:rFonts w:cs="Lucida Sans"/>
    </w:rPr>
  </w:style>
  <w:style w:type="paragraph" w:styleId="CommentText">
    <w:name w:val="annotation text"/>
    <w:basedOn w:val="Normal"/>
    <w:link w:val="CommentTextChar1"/>
    <w:uiPriority w:val="99"/>
    <w:semiHidden/>
    <w:rsid w:val="006724AC"/>
    <w:rPr>
      <w:rFonts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602D0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6724AC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602D09"/>
    <w:rPr>
      <w:rFonts w:cs="Times New Roman"/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602D09"/>
    <w:rPr>
      <w:rFonts w:ascii="Times New Roman" w:hAnsi="Times New Roman" w:cs="Times New Roman"/>
      <w:sz w:val="2"/>
    </w:rPr>
  </w:style>
  <w:style w:type="character" w:styleId="FootnoteReference">
    <w:name w:val="footnote reference"/>
    <w:basedOn w:val="DefaultParagraphFont"/>
    <w:uiPriority w:val="99"/>
    <w:semiHidden/>
    <w:rsid w:val="005B211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336</Words>
  <Characters>2019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ZAŁĄCZNIK NR……</dc:title>
  <dc:subject/>
  <dc:creator>RMK</dc:creator>
  <cp:keywords/>
  <dc:description/>
  <cp:lastModifiedBy>u00403</cp:lastModifiedBy>
  <cp:revision>2</cp:revision>
  <dcterms:created xsi:type="dcterms:W3CDTF">2022-05-11T07:39:00Z</dcterms:created>
  <dcterms:modified xsi:type="dcterms:W3CDTF">2022-05-11T07:39:00Z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